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4491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6E62E34A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F2FFF">
        <w:rPr>
          <w:rFonts w:ascii="Corbel" w:hAnsi="Corbel"/>
          <w:b/>
          <w:smallCaps/>
          <w:sz w:val="24"/>
          <w:szCs w:val="24"/>
        </w:rPr>
        <w:t>2022-2025</w:t>
      </w:r>
    </w:p>
    <w:p w14:paraId="361CE6B3" w14:textId="684CCC6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F2FFF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AF2FF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77E2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77E29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77E29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77E29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013F92" w14:textId="77777777" w:rsidR="00471CB2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73025216" w14:textId="02F079B1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71CB2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4E2433A2" w:rsidR="00EF7BCB" w:rsidRPr="009C54AE" w:rsidRDefault="00015B8F" w:rsidP="00672F9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3206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- i mikroekonomicznych. Dobiera metodykę prognostyczną przetwarzając dane wyrażone w szeregach czasowych oraz dla procesów powiązań gospodarczych i czynników je wywołujących (modele trendu,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Statisica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określonych zadań prognostycznych. Przygotowuje 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REGLINW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>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>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aportowanie i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 w:rsidRPr="006F5CC2">
              <w:rPr>
                <w:rFonts w:ascii="Corbel" w:hAnsi="Corbel"/>
                <w:sz w:val="24"/>
                <w:szCs w:val="24"/>
              </w:rPr>
              <w:t xml:space="preserve">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 xml:space="preserve">ych, przedsiębiorstw, jednostek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51%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min 75%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90%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77777777" w:rsidR="00C61DC5" w:rsidRPr="009C54AE" w:rsidRDefault="00F77E29" w:rsidP="00F7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34156D2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Metody prognozowania / Krystyna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Melich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-Iwanek, Maria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Jadamus-Hacura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72D1C" w14:textId="77777777" w:rsidR="003206DC" w:rsidRDefault="003206DC" w:rsidP="00C16ABF">
      <w:pPr>
        <w:spacing w:after="0" w:line="240" w:lineRule="auto"/>
      </w:pPr>
      <w:r>
        <w:separator/>
      </w:r>
    </w:p>
  </w:endnote>
  <w:endnote w:type="continuationSeparator" w:id="0">
    <w:p w14:paraId="386D2235" w14:textId="77777777" w:rsidR="003206DC" w:rsidRDefault="003206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DF5ED" w14:textId="77777777" w:rsidR="003206DC" w:rsidRDefault="003206DC" w:rsidP="00C16ABF">
      <w:pPr>
        <w:spacing w:after="0" w:line="240" w:lineRule="auto"/>
      </w:pPr>
      <w:r>
        <w:separator/>
      </w:r>
    </w:p>
  </w:footnote>
  <w:footnote w:type="continuationSeparator" w:id="0">
    <w:p w14:paraId="740F0BF0" w14:textId="77777777" w:rsidR="003206DC" w:rsidRDefault="003206D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206DC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CB2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F97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14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03DB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FF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9C8FFE-B1F5-4A31-A48C-EE9302DB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1351</Words>
  <Characters>8110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2020-10-14T10:58:00Z</dcterms:created>
  <dcterms:modified xsi:type="dcterms:W3CDTF">2022-02-09T08:51:00Z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